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0E6D4" w14:textId="77777777" w:rsidR="00CC617D" w:rsidRDefault="00CC617D" w:rsidP="0031336B">
      <w:pPr>
        <w:pStyle w:val="Vahedeta"/>
      </w:pPr>
    </w:p>
    <w:p w14:paraId="78A43DB6" w14:textId="77777777" w:rsidR="0031336B" w:rsidRDefault="0031336B" w:rsidP="0031336B">
      <w:pPr>
        <w:pStyle w:val="Default"/>
      </w:pPr>
    </w:p>
    <w:p w14:paraId="379EB850" w14:textId="56BCC458" w:rsidR="003C4D20" w:rsidRPr="00870D0D" w:rsidRDefault="003C4D20" w:rsidP="003C4D20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870D0D">
        <w:rPr>
          <w:rFonts w:ascii="Times New Roman" w:hAnsi="Times New Roman" w:cs="Times New Roman"/>
          <w:sz w:val="24"/>
          <w:szCs w:val="24"/>
          <w:lang w:val="et-EE"/>
        </w:rPr>
        <w:t>Päästeamet</w:t>
      </w:r>
    </w:p>
    <w:p w14:paraId="7EE62FF7" w14:textId="77777777" w:rsidR="003C4D20" w:rsidRDefault="00000000" w:rsidP="003C4D20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hyperlink r:id="rId8" w:history="1">
        <w:r w:rsidR="003C4D20" w:rsidRPr="002979B0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rescue@rescue.ee</w:t>
        </w:r>
      </w:hyperlink>
    </w:p>
    <w:p w14:paraId="1254102B" w14:textId="655CBB1A" w:rsidR="00870D0D" w:rsidRPr="00870D0D" w:rsidRDefault="00870D0D" w:rsidP="00870D0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870D0D">
        <w:rPr>
          <w:rFonts w:ascii="Times New Roman" w:hAnsi="Times New Roman" w:cs="Times New Roman"/>
          <w:sz w:val="24"/>
          <w:szCs w:val="24"/>
          <w:lang w:val="et-EE"/>
        </w:rPr>
        <w:t xml:space="preserve">Maa-amet </w:t>
      </w:r>
      <w:r w:rsidR="003C4D20" w:rsidRPr="00870D0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C4D2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C4D2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C4D2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C4D2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C4D2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C4D2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C4D2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2A615D">
        <w:rPr>
          <w:rFonts w:ascii="Times New Roman" w:hAnsi="Times New Roman" w:cs="Times New Roman"/>
          <w:sz w:val="24"/>
          <w:szCs w:val="24"/>
          <w:lang w:val="et-EE"/>
        </w:rPr>
        <w:t>25</w:t>
      </w:r>
      <w:r w:rsidR="00FA77B7">
        <w:rPr>
          <w:rFonts w:ascii="Times New Roman" w:hAnsi="Times New Roman" w:cs="Times New Roman"/>
          <w:sz w:val="24"/>
          <w:szCs w:val="24"/>
          <w:lang w:val="et-EE"/>
        </w:rPr>
        <w:t>.0</w:t>
      </w:r>
      <w:r w:rsidR="002A615D"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A77B7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2A615D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3C4D20" w:rsidRPr="00870D0D">
        <w:rPr>
          <w:rFonts w:ascii="Times New Roman" w:hAnsi="Times New Roman" w:cs="Times New Roman"/>
          <w:sz w:val="24"/>
          <w:szCs w:val="24"/>
          <w:lang w:val="et-EE"/>
        </w:rPr>
        <w:t xml:space="preserve"> nr 7-1.3/</w:t>
      </w:r>
      <w:r w:rsidR="00F82391">
        <w:rPr>
          <w:rFonts w:ascii="Times New Roman" w:hAnsi="Times New Roman" w:cs="Times New Roman"/>
          <w:sz w:val="24"/>
          <w:szCs w:val="24"/>
          <w:lang w:val="et-EE"/>
        </w:rPr>
        <w:t>…</w:t>
      </w:r>
    </w:p>
    <w:p w14:paraId="64D7A2FD" w14:textId="69D0BDBC" w:rsidR="0016421F" w:rsidRDefault="00000000" w:rsidP="00DE49BB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hyperlink r:id="rId9" w:history="1">
        <w:r w:rsidR="00870D0D" w:rsidRPr="002979B0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maaamet@maaamet.ee</w:t>
        </w:r>
      </w:hyperlink>
    </w:p>
    <w:p w14:paraId="080BC3E5" w14:textId="47CC93D8" w:rsidR="00BC1194" w:rsidRDefault="00BC1194" w:rsidP="00DE49BB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Rahandusministeerium</w:t>
      </w:r>
    </w:p>
    <w:p w14:paraId="0E509B57" w14:textId="39AA419B" w:rsidR="00BC1194" w:rsidRDefault="00000000" w:rsidP="00DE49BB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hyperlink r:id="rId10" w:history="1">
        <w:r w:rsidR="00BC1194" w:rsidRPr="00323324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info@rahandusministeerium.ee</w:t>
        </w:r>
      </w:hyperlink>
    </w:p>
    <w:p w14:paraId="53A39726" w14:textId="6FDAA30A" w:rsidR="00F40053" w:rsidRDefault="00F40053" w:rsidP="00DE49BB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Piirinaabrid vastavalt nimekirjale</w:t>
      </w:r>
    </w:p>
    <w:p w14:paraId="43BAF7B2" w14:textId="3F94AFBB" w:rsidR="008B20FD" w:rsidRPr="00017757" w:rsidRDefault="008B20FD" w:rsidP="00DE49BB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6BD3D01" w14:textId="77777777" w:rsidR="002A2ECA" w:rsidRDefault="002A2ECA" w:rsidP="00614CE7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54DA4B4B" w14:textId="77777777" w:rsidR="008B20FD" w:rsidRPr="008B20FD" w:rsidRDefault="008B20FD" w:rsidP="008B20FD">
      <w:pPr>
        <w:pStyle w:val="Vahedeta"/>
        <w:rPr>
          <w:lang w:val="et-EE"/>
        </w:rPr>
      </w:pPr>
    </w:p>
    <w:p w14:paraId="46823EB2" w14:textId="77777777" w:rsidR="0058061F" w:rsidRDefault="0058061F" w:rsidP="0069667D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0DAC09A9" w14:textId="77777777" w:rsidR="0058061F" w:rsidRDefault="0058061F" w:rsidP="0069667D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11F0E351" w14:textId="46895DA8" w:rsidR="008B20FD" w:rsidRPr="0069667D" w:rsidRDefault="009E52D9" w:rsidP="0069667D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9E52D9">
        <w:rPr>
          <w:rFonts w:ascii="Times New Roman" w:hAnsi="Times New Roman" w:cs="Times New Roman"/>
          <w:b/>
          <w:sz w:val="24"/>
          <w:szCs w:val="24"/>
          <w:lang w:val="et-EE"/>
        </w:rPr>
        <w:t xml:space="preserve">Detailplaneeringu </w:t>
      </w:r>
      <w:r w:rsidR="0016421F">
        <w:rPr>
          <w:rFonts w:ascii="Times New Roman" w:hAnsi="Times New Roman" w:cs="Times New Roman"/>
          <w:b/>
          <w:sz w:val="24"/>
          <w:szCs w:val="24"/>
          <w:lang w:val="et-EE"/>
        </w:rPr>
        <w:t>algatamise teade</w:t>
      </w:r>
    </w:p>
    <w:p w14:paraId="36F61C2C" w14:textId="77777777" w:rsidR="00990EE8" w:rsidRPr="00990EE8" w:rsidRDefault="00990EE8" w:rsidP="00990EE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A57443A" w14:textId="3C99C74D" w:rsidR="00990EE8" w:rsidRDefault="00990EE8" w:rsidP="003C4D20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90EE8">
        <w:rPr>
          <w:rFonts w:ascii="Times New Roman" w:hAnsi="Times New Roman" w:cs="Times New Roman"/>
          <w:sz w:val="24"/>
          <w:szCs w:val="24"/>
          <w:lang w:val="et-EE"/>
        </w:rPr>
        <w:t xml:space="preserve">Märjamaa Vallavalitsus </w:t>
      </w:r>
      <w:r w:rsidR="00614CE7">
        <w:rPr>
          <w:rFonts w:ascii="Times New Roman" w:hAnsi="Times New Roman" w:cs="Times New Roman"/>
          <w:sz w:val="24"/>
          <w:szCs w:val="24"/>
          <w:lang w:val="et-EE"/>
        </w:rPr>
        <w:t>teavitab vastavalt</w:t>
      </w:r>
      <w:r w:rsidRPr="00990EE8">
        <w:rPr>
          <w:rFonts w:ascii="Times New Roman" w:hAnsi="Times New Roman" w:cs="Times New Roman"/>
          <w:sz w:val="24"/>
          <w:szCs w:val="24"/>
          <w:lang w:val="et-EE"/>
        </w:rPr>
        <w:t xml:space="preserve"> planeerimisseaduse § </w:t>
      </w:r>
      <w:r w:rsidR="00680C84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614CE7">
        <w:rPr>
          <w:rFonts w:ascii="Times New Roman" w:hAnsi="Times New Roman" w:cs="Times New Roman"/>
          <w:sz w:val="24"/>
          <w:szCs w:val="24"/>
          <w:lang w:val="et-EE"/>
        </w:rPr>
        <w:t>28</w:t>
      </w:r>
      <w:r w:rsidRPr="00990EE8">
        <w:rPr>
          <w:rFonts w:ascii="Times New Roman" w:hAnsi="Times New Roman" w:cs="Times New Roman"/>
          <w:sz w:val="24"/>
          <w:szCs w:val="24"/>
          <w:lang w:val="et-EE"/>
        </w:rPr>
        <w:t xml:space="preserve"> lg </w:t>
      </w:r>
      <w:r w:rsidR="00614CE7">
        <w:rPr>
          <w:rFonts w:ascii="Times New Roman" w:hAnsi="Times New Roman" w:cs="Times New Roman"/>
          <w:sz w:val="24"/>
          <w:szCs w:val="24"/>
          <w:lang w:val="et-EE"/>
        </w:rPr>
        <w:t>8</w:t>
      </w:r>
      <w:r w:rsidRPr="00990EE8">
        <w:rPr>
          <w:rFonts w:ascii="Times New Roman" w:hAnsi="Times New Roman" w:cs="Times New Roman"/>
          <w:sz w:val="24"/>
          <w:szCs w:val="24"/>
          <w:lang w:val="et-EE"/>
        </w:rPr>
        <w:t xml:space="preserve"> alusel </w:t>
      </w:r>
      <w:r w:rsidR="00680C84" w:rsidRPr="00680C84">
        <w:rPr>
          <w:rFonts w:ascii="Times New Roman" w:hAnsi="Times New Roman" w:cs="Times New Roman"/>
          <w:sz w:val="24"/>
          <w:szCs w:val="24"/>
          <w:lang w:val="et-EE"/>
        </w:rPr>
        <w:t xml:space="preserve">Märjamaa </w:t>
      </w:r>
      <w:r w:rsidR="00EE4828">
        <w:rPr>
          <w:rFonts w:ascii="Times New Roman" w:hAnsi="Times New Roman" w:cs="Times New Roman"/>
          <w:sz w:val="24"/>
          <w:szCs w:val="24"/>
          <w:lang w:val="et-EE"/>
        </w:rPr>
        <w:t>alevis</w:t>
      </w:r>
      <w:r w:rsidR="00E66AB7" w:rsidRPr="00E66AB7">
        <w:rPr>
          <w:rFonts w:ascii="Times New Roman" w:hAnsi="Times New Roman" w:cs="Times New Roman"/>
          <w:sz w:val="24"/>
          <w:szCs w:val="24"/>
          <w:lang w:val="et-EE"/>
        </w:rPr>
        <w:t xml:space="preserve"> asuva </w:t>
      </w:r>
      <w:r w:rsidR="00EE4828" w:rsidRPr="00EE4828">
        <w:rPr>
          <w:rFonts w:ascii="Times New Roman" w:hAnsi="Times New Roman" w:cs="Times New Roman"/>
          <w:sz w:val="24"/>
          <w:szCs w:val="24"/>
          <w:lang w:val="et-EE"/>
        </w:rPr>
        <w:t>Liiva katastriüksuse</w:t>
      </w:r>
      <w:r w:rsidR="00E66AB7" w:rsidRPr="00E66AB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14CE7">
        <w:rPr>
          <w:rFonts w:ascii="Times New Roman" w:hAnsi="Times New Roman" w:cs="Times New Roman"/>
          <w:sz w:val="24"/>
          <w:szCs w:val="24"/>
          <w:lang w:val="et-EE"/>
        </w:rPr>
        <w:t>detailplaneeringu algatamisest</w:t>
      </w:r>
      <w:r w:rsidRPr="00990EE8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</w:p>
    <w:p w14:paraId="02464142" w14:textId="5C4226E4" w:rsidR="008E6F9A" w:rsidRDefault="008E6F9A" w:rsidP="00990EE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05255FC" w14:textId="153C63C8" w:rsidR="0014078C" w:rsidRDefault="0014078C" w:rsidP="00990EE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51B98AF9" w14:textId="77777777" w:rsidR="0014078C" w:rsidRDefault="0014078C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561557E9" w14:textId="77777777" w:rsidR="0058061F" w:rsidRDefault="0058061F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0BDA5D3D" w14:textId="77777777" w:rsidR="008B20FD" w:rsidRDefault="00DE171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(</w:t>
      </w:r>
      <w:r w:rsidR="00DF1F30">
        <w:rPr>
          <w:rFonts w:ascii="Times New Roman" w:hAnsi="Times New Roman" w:cs="Times New Roman"/>
          <w:sz w:val="24"/>
          <w:szCs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szCs w:val="24"/>
          <w:lang w:val="et-EE"/>
        </w:rPr>
        <w:t>)</w:t>
      </w:r>
    </w:p>
    <w:p w14:paraId="5337AD99" w14:textId="77777777" w:rsidR="00CC6095" w:rsidRDefault="00CC6095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1A0BA884" w14:textId="5EA8D81D" w:rsidR="008B20FD" w:rsidRPr="008B20FD" w:rsidRDefault="00884417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Triin Matsalu</w:t>
      </w:r>
    </w:p>
    <w:p w14:paraId="4BA5DC35" w14:textId="20CCEB2B" w:rsidR="00E66AB7" w:rsidRPr="008B20FD" w:rsidRDefault="00FA77B7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v</w:t>
      </w:r>
      <w:r w:rsidR="00E66AB7">
        <w:rPr>
          <w:rFonts w:ascii="Times New Roman" w:hAnsi="Times New Roman" w:cs="Times New Roman"/>
          <w:sz w:val="24"/>
          <w:szCs w:val="24"/>
          <w:lang w:val="et-EE"/>
        </w:rPr>
        <w:t>allavanem</w:t>
      </w:r>
    </w:p>
    <w:p w14:paraId="30ADE9DD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1AF1939C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F6A0CC1" w14:textId="15D5FD87" w:rsidR="00152DE3" w:rsidRDefault="00680C84" w:rsidP="00680C84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80C84">
        <w:rPr>
          <w:rFonts w:ascii="Times New Roman" w:hAnsi="Times New Roman" w:cs="Times New Roman"/>
          <w:sz w:val="24"/>
          <w:szCs w:val="24"/>
          <w:lang w:val="et-EE"/>
        </w:rPr>
        <w:t>Lisa:</w:t>
      </w:r>
      <w:r w:rsidR="00477A0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C33B5">
        <w:rPr>
          <w:rFonts w:ascii="Times New Roman" w:hAnsi="Times New Roman" w:cs="Times New Roman"/>
          <w:sz w:val="24"/>
          <w:szCs w:val="24"/>
          <w:lang w:val="et-EE"/>
        </w:rPr>
        <w:t>Algatamise korraldus ja selle lisa</w:t>
      </w:r>
    </w:p>
    <w:p w14:paraId="127827CD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69B953A" w14:textId="77777777" w:rsidR="00B37ED3" w:rsidRDefault="00B37ED3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9B89CED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A68F52E" w14:textId="77777777" w:rsidR="00B37ED3" w:rsidRDefault="00B37ED3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792D1AF" w14:textId="77777777" w:rsidR="004B0BE0" w:rsidRDefault="004B0BE0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4682F6AC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93E04FE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4B525C50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1AC5350" w14:textId="77777777" w:rsidR="00DE171D" w:rsidRDefault="00DE171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B04ED45" w14:textId="77777777" w:rsidR="00DE171D" w:rsidRDefault="00DE171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470F354D" w14:textId="77777777" w:rsidR="00DE171D" w:rsidRDefault="00DE171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D7C9E85" w14:textId="382E2A57" w:rsidR="00DE171D" w:rsidRDefault="00017757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Ott Valdma</w:t>
      </w:r>
    </w:p>
    <w:p w14:paraId="20DA1C1A" w14:textId="67F6B801" w:rsidR="00162D8D" w:rsidRPr="00017757" w:rsidRDefault="000B13C7" w:rsidP="008B20FD">
      <w:pPr>
        <w:pStyle w:val="Vahedeta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017757">
        <w:rPr>
          <w:rFonts w:ascii="Times New Roman" w:hAnsi="Times New Roman" w:cs="Times New Roman"/>
          <w:sz w:val="24"/>
          <w:szCs w:val="24"/>
          <w:lang w:val="et-EE"/>
        </w:rPr>
        <w:t>53</w:t>
      </w:r>
      <w:r w:rsidR="00017757" w:rsidRPr="00017757">
        <w:rPr>
          <w:rFonts w:ascii="Times New Roman" w:hAnsi="Times New Roman" w:cs="Times New Roman"/>
          <w:sz w:val="24"/>
          <w:szCs w:val="24"/>
          <w:lang w:val="et-EE"/>
        </w:rPr>
        <w:t>80</w:t>
      </w:r>
      <w:r w:rsidR="0069667D" w:rsidRPr="0001775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17757" w:rsidRPr="00017757">
        <w:rPr>
          <w:rFonts w:ascii="Times New Roman" w:hAnsi="Times New Roman" w:cs="Times New Roman"/>
          <w:sz w:val="24"/>
          <w:szCs w:val="24"/>
          <w:lang w:val="et-EE"/>
        </w:rPr>
        <w:t>5285</w:t>
      </w:r>
      <w:r w:rsidR="0069667D" w:rsidRPr="0001775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hyperlink r:id="rId11" w:history="1">
        <w:r w:rsidR="00017757" w:rsidRPr="00017757">
          <w:rPr>
            <w:rStyle w:val="Hperlink"/>
            <w:rFonts w:ascii="Times New Roman" w:hAnsi="Times New Roman" w:cs="Times New Roman"/>
            <w:sz w:val="24"/>
            <w:szCs w:val="24"/>
          </w:rPr>
          <w:t>ott.valdma@marjamaa.ee</w:t>
        </w:r>
      </w:hyperlink>
      <w:r w:rsidR="00017757" w:rsidRPr="0001775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62D8D" w:rsidRPr="00017757" w:rsidSect="0090487A">
      <w:headerReference w:type="first" r:id="rId12"/>
      <w:footerReference w:type="first" r:id="rId13"/>
      <w:pgSz w:w="11907" w:h="16443" w:code="1"/>
      <w:pgMar w:top="680" w:right="851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74FA" w14:textId="77777777" w:rsidR="0090487A" w:rsidRDefault="0090487A" w:rsidP="008849EB">
      <w:pPr>
        <w:spacing w:after="0" w:line="240" w:lineRule="auto"/>
      </w:pPr>
      <w:r>
        <w:separator/>
      </w:r>
    </w:p>
  </w:endnote>
  <w:endnote w:type="continuationSeparator" w:id="0">
    <w:p w14:paraId="1FEACDE5" w14:textId="77777777" w:rsidR="0090487A" w:rsidRDefault="0090487A" w:rsidP="0088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4E5F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>Tehnika tn 11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Telefon  +372 489 8851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71F94F0" wp14:editId="11A1B493">
              <wp:simplePos x="0" y="0"/>
              <wp:positionH relativeFrom="page">
                <wp:posOffset>0</wp:posOffset>
              </wp:positionH>
              <wp:positionV relativeFrom="page">
                <wp:posOffset>-1008380</wp:posOffset>
              </wp:positionV>
              <wp:extent cx="5852160" cy="615950"/>
              <wp:effectExtent l="0" t="1270" r="5715" b="190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2160" cy="615950"/>
                        <a:chOff x="10717" y="13296"/>
                        <a:chExt cx="1162" cy="970"/>
                      </a:xfrm>
                    </wpg:grpSpPr>
                    <wpg:grpSp>
                      <wpg:cNvPr id="3" name="Group 2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2" cy="451"/>
                          <a:chOff x="-6" y="3399"/>
                          <a:chExt cx="12197" cy="4253"/>
                        </a:xfrm>
                      </wpg:grpSpPr>
                      <wpg:grpSp>
                        <wpg:cNvPr id="5" name="Group 3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6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7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0821" y="13296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928C6" w14:textId="77777777" w:rsidR="00123576" w:rsidRPr="000664A3" w:rsidRDefault="00123576" w:rsidP="0012357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E67B6C" w:rsidRPr="00E67B6C">
                              <w:rPr>
                                <w:noProof/>
                                <w:color w:val="4F81BD"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1F94F0" id="Group 1" o:spid="_x0000_s1026" style="position:absolute;margin-left:0;margin-top:-79.4pt;width:460.8pt;height:48.5pt;z-index:251659264;mso-position-horizontal-relative:page;mso-position-vertical-relative:page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" o:allowincell="f">
              <v:group id="Group 2" o:spid="_x0000_s1027" style="position:absolute;left:10717;top:13815;width:1162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o:lock v:ext="edit" aspectratio="t"/>
                <v:group id="Group 3" o:spid="_x0000_s1028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o:lock v:ext="edit" aspectratio="t"/>
                  <v:shape id="Freeform 4" o:spid="_x0000_s1029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5" o:spid="_x0000_s1030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6" o:spid="_x0000_s1031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7" o:spid="_x0000_s1032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8" o:spid="_x0000_s1033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9" o:spid="_x0000_s1034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10" o:spid="_x0000_s1035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11" o:spid="_x0000_s1036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12" o:spid="_x0000_s1037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8" type="#_x0000_t202" style="position:absolute;left:10821;top:13296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039928C6" w14:textId="77777777" w:rsidR="00123576" w:rsidRPr="000664A3" w:rsidRDefault="00123576" w:rsidP="00123576">
                      <w:pPr>
                        <w:jc w:val="center"/>
                        <w:rPr>
                          <w:color w:val="4F81BD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E67B6C" w:rsidRPr="00E67B6C">
                        <w:rPr>
                          <w:noProof/>
                          <w:color w:val="4F81BD"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R</w:t>
    </w:r>
    <w:proofErr w:type="spellStart"/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egistrikood</w:t>
    </w:r>
    <w:proofErr w:type="spellEnd"/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77000447</w:t>
    </w:r>
  </w:p>
  <w:p w14:paraId="5ECD6754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Märjamaa alev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 xml:space="preserve">E-post </w:t>
    </w:r>
    <w:hyperlink r:id="rId1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marjamaa@marjamaa.ee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SEB Pank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EE 411010802004561005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</w:p>
  <w:p w14:paraId="0901F309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sz w:val="16"/>
        <w:szCs w:val="16"/>
        <w:lang w:val="et-EE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78304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Rapla maakond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</w:r>
    <w:hyperlink r:id="rId2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http://marjamaa.kovtp.ee/uldinfo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Swedbank EE122200001120076243</w:t>
    </w:r>
  </w:p>
  <w:p w14:paraId="2AD55ADD" w14:textId="77777777" w:rsidR="001E0C13" w:rsidRPr="00123576" w:rsidRDefault="001E0C13" w:rsidP="0012357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8EB9" w14:textId="77777777" w:rsidR="0090487A" w:rsidRDefault="0090487A" w:rsidP="008849EB">
      <w:pPr>
        <w:spacing w:after="0" w:line="240" w:lineRule="auto"/>
      </w:pPr>
      <w:r>
        <w:separator/>
      </w:r>
    </w:p>
  </w:footnote>
  <w:footnote w:type="continuationSeparator" w:id="0">
    <w:p w14:paraId="273FE57E" w14:textId="77777777" w:rsidR="0090487A" w:rsidRDefault="0090487A" w:rsidP="0088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B1FA3" w14:textId="77777777" w:rsid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t-EE"/>
      </w:rPr>
    </w:pPr>
  </w:p>
  <w:p w14:paraId="085966C4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36"/>
        <w:szCs w:val="36"/>
        <w:lang w:val="et-EE"/>
      </w:rPr>
    </w:pPr>
    <w:r w:rsidRPr="000D4759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1" layoutInCell="1" allowOverlap="0" wp14:anchorId="0983D999" wp14:editId="223F72B0">
          <wp:simplePos x="0" y="0"/>
          <wp:positionH relativeFrom="column">
            <wp:align>center</wp:align>
          </wp:positionH>
          <wp:positionV relativeFrom="topMargin">
            <wp:align>center</wp:align>
          </wp:positionV>
          <wp:extent cx="525600" cy="583200"/>
          <wp:effectExtent l="0" t="0" r="8255" b="7620"/>
          <wp:wrapSquare wrapText="bothSides"/>
          <wp:docPr id="18" name="Pil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829AB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et-EE"/>
      </w:rPr>
    </w:pPr>
    <w:r w:rsidRPr="000D4759">
      <w:rPr>
        <w:rFonts w:ascii="Times New Roman" w:eastAsia="Times New Roman" w:hAnsi="Times New Roman" w:cs="Times New Roman"/>
        <w:sz w:val="36"/>
        <w:szCs w:val="36"/>
        <w:lang w:val="et-EE"/>
      </w:rPr>
      <w:t>MÄRJAMAA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1B65"/>
    <w:multiLevelType w:val="hybridMultilevel"/>
    <w:tmpl w:val="7994B0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E6911"/>
    <w:multiLevelType w:val="hybridMultilevel"/>
    <w:tmpl w:val="FAA655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F667F"/>
    <w:multiLevelType w:val="hybridMultilevel"/>
    <w:tmpl w:val="771860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85EAC"/>
    <w:multiLevelType w:val="hybridMultilevel"/>
    <w:tmpl w:val="48DEBA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30426"/>
    <w:multiLevelType w:val="hybridMultilevel"/>
    <w:tmpl w:val="AE185B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656739">
    <w:abstractNumId w:val="1"/>
  </w:num>
  <w:num w:numId="2" w16cid:durableId="1438328988">
    <w:abstractNumId w:val="2"/>
  </w:num>
  <w:num w:numId="3" w16cid:durableId="849955833">
    <w:abstractNumId w:val="3"/>
  </w:num>
  <w:num w:numId="4" w16cid:durableId="1824196388">
    <w:abstractNumId w:val="4"/>
  </w:num>
  <w:num w:numId="5" w16cid:durableId="1592277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C4"/>
    <w:rsid w:val="00017757"/>
    <w:rsid w:val="0002454F"/>
    <w:rsid w:val="00077FDB"/>
    <w:rsid w:val="000920EE"/>
    <w:rsid w:val="000B13C7"/>
    <w:rsid w:val="000D4759"/>
    <w:rsid w:val="00123576"/>
    <w:rsid w:val="0014078C"/>
    <w:rsid w:val="001444BC"/>
    <w:rsid w:val="00152DE3"/>
    <w:rsid w:val="00162D8D"/>
    <w:rsid w:val="0016421F"/>
    <w:rsid w:val="001E0C13"/>
    <w:rsid w:val="001E53F8"/>
    <w:rsid w:val="001E7839"/>
    <w:rsid w:val="001E7A1C"/>
    <w:rsid w:val="0025171C"/>
    <w:rsid w:val="0027266E"/>
    <w:rsid w:val="002A2ECA"/>
    <w:rsid w:val="002A615D"/>
    <w:rsid w:val="002A7919"/>
    <w:rsid w:val="002C3144"/>
    <w:rsid w:val="002E3B5F"/>
    <w:rsid w:val="002E5237"/>
    <w:rsid w:val="002F2A87"/>
    <w:rsid w:val="00300537"/>
    <w:rsid w:val="003043E5"/>
    <w:rsid w:val="0031336B"/>
    <w:rsid w:val="003A7F14"/>
    <w:rsid w:val="003C4D20"/>
    <w:rsid w:val="003E42AF"/>
    <w:rsid w:val="003F33A5"/>
    <w:rsid w:val="00404150"/>
    <w:rsid w:val="0047103D"/>
    <w:rsid w:val="00477A0D"/>
    <w:rsid w:val="004A29C0"/>
    <w:rsid w:val="004B0BE0"/>
    <w:rsid w:val="00523D49"/>
    <w:rsid w:val="00533BAE"/>
    <w:rsid w:val="00537470"/>
    <w:rsid w:val="00541738"/>
    <w:rsid w:val="005551C6"/>
    <w:rsid w:val="00573618"/>
    <w:rsid w:val="00573C55"/>
    <w:rsid w:val="0058061F"/>
    <w:rsid w:val="00597879"/>
    <w:rsid w:val="005A0F5C"/>
    <w:rsid w:val="005A5D99"/>
    <w:rsid w:val="005A74B7"/>
    <w:rsid w:val="005B5F9C"/>
    <w:rsid w:val="005D7C80"/>
    <w:rsid w:val="005F3359"/>
    <w:rsid w:val="00614CE7"/>
    <w:rsid w:val="0066173B"/>
    <w:rsid w:val="00675182"/>
    <w:rsid w:val="00680C84"/>
    <w:rsid w:val="0069667D"/>
    <w:rsid w:val="006A3C0B"/>
    <w:rsid w:val="00714D23"/>
    <w:rsid w:val="00715C42"/>
    <w:rsid w:val="007640D6"/>
    <w:rsid w:val="0078659D"/>
    <w:rsid w:val="007E16FA"/>
    <w:rsid w:val="007F0D6C"/>
    <w:rsid w:val="007F7543"/>
    <w:rsid w:val="00803A8B"/>
    <w:rsid w:val="0082693C"/>
    <w:rsid w:val="00870D0D"/>
    <w:rsid w:val="00884417"/>
    <w:rsid w:val="008849EB"/>
    <w:rsid w:val="008B0E95"/>
    <w:rsid w:val="008B20FD"/>
    <w:rsid w:val="008C70C4"/>
    <w:rsid w:val="008E6F9A"/>
    <w:rsid w:val="00902184"/>
    <w:rsid w:val="0090487A"/>
    <w:rsid w:val="00927ED2"/>
    <w:rsid w:val="0093783B"/>
    <w:rsid w:val="00990EE8"/>
    <w:rsid w:val="009E52D9"/>
    <w:rsid w:val="00A135EC"/>
    <w:rsid w:val="00A66561"/>
    <w:rsid w:val="00A85004"/>
    <w:rsid w:val="00A97D11"/>
    <w:rsid w:val="00AA265B"/>
    <w:rsid w:val="00AB5BCD"/>
    <w:rsid w:val="00AE364C"/>
    <w:rsid w:val="00B02CB8"/>
    <w:rsid w:val="00B03EDD"/>
    <w:rsid w:val="00B32563"/>
    <w:rsid w:val="00B37ED3"/>
    <w:rsid w:val="00B942E0"/>
    <w:rsid w:val="00BC1194"/>
    <w:rsid w:val="00BC282B"/>
    <w:rsid w:val="00BE74B6"/>
    <w:rsid w:val="00BF1B24"/>
    <w:rsid w:val="00BF1B94"/>
    <w:rsid w:val="00C532E3"/>
    <w:rsid w:val="00C7082A"/>
    <w:rsid w:val="00CC6095"/>
    <w:rsid w:val="00CC617D"/>
    <w:rsid w:val="00DE171D"/>
    <w:rsid w:val="00DE49BB"/>
    <w:rsid w:val="00DF1F30"/>
    <w:rsid w:val="00E07852"/>
    <w:rsid w:val="00E66AB7"/>
    <w:rsid w:val="00E67B6C"/>
    <w:rsid w:val="00E71764"/>
    <w:rsid w:val="00E8153C"/>
    <w:rsid w:val="00EC33B5"/>
    <w:rsid w:val="00EC6AEE"/>
    <w:rsid w:val="00EE4828"/>
    <w:rsid w:val="00F02FDC"/>
    <w:rsid w:val="00F030C1"/>
    <w:rsid w:val="00F0339C"/>
    <w:rsid w:val="00F11C58"/>
    <w:rsid w:val="00F15CA0"/>
    <w:rsid w:val="00F20F97"/>
    <w:rsid w:val="00F40053"/>
    <w:rsid w:val="00F43F27"/>
    <w:rsid w:val="00F62A02"/>
    <w:rsid w:val="00F82391"/>
    <w:rsid w:val="00FA77B7"/>
    <w:rsid w:val="00FA7A74"/>
    <w:rsid w:val="00FD50ED"/>
    <w:rsid w:val="00FD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21818"/>
  <w15:docId w15:val="{0FDF37AB-09F0-4A55-89DE-5591621E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B20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49EB"/>
  </w:style>
  <w:style w:type="paragraph" w:styleId="Jalus">
    <w:name w:val="footer"/>
    <w:basedOn w:val="Normaallaad"/>
    <w:link w:val="Jalu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849EB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8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849E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1E0C13"/>
    <w:rPr>
      <w:color w:val="0000FF" w:themeColor="hyperlink"/>
      <w:u w:val="single"/>
    </w:rPr>
  </w:style>
  <w:style w:type="paragraph" w:customStyle="1" w:styleId="Default">
    <w:name w:val="Default"/>
    <w:rsid w:val="0031336B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t-EE" w:eastAsia="et-EE" w:bidi="hi-IN"/>
    </w:rPr>
  </w:style>
  <w:style w:type="paragraph" w:styleId="Vahedeta">
    <w:name w:val="No Spacing"/>
    <w:uiPriority w:val="1"/>
    <w:qFormat/>
    <w:rsid w:val="0031336B"/>
    <w:pPr>
      <w:spacing w:after="0" w:line="240" w:lineRule="auto"/>
    </w:pPr>
  </w:style>
  <w:style w:type="character" w:customStyle="1" w:styleId="fontstyle01">
    <w:name w:val="fontstyle01"/>
    <w:rsid w:val="001E783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Pealkiri1Mrk">
    <w:name w:val="Pealkiri 1 Märk"/>
    <w:basedOn w:val="Liguvaikefont"/>
    <w:link w:val="Pealkiri1"/>
    <w:rsid w:val="008B20FD"/>
    <w:rPr>
      <w:rFonts w:ascii="Times New Roman" w:eastAsia="Times New Roman" w:hAnsi="Times New Roman" w:cs="Times New Roman"/>
      <w:b/>
      <w:sz w:val="24"/>
      <w:szCs w:val="20"/>
      <w:lang w:val="en-GB"/>
    </w:rPr>
  </w:style>
  <w:style w:type="table" w:styleId="Kontuurtabel">
    <w:name w:val="Table Grid"/>
    <w:basedOn w:val="Normaaltabel"/>
    <w:uiPriority w:val="59"/>
    <w:rsid w:val="00BF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A85004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17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tt.valdma@marjamaa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rahandusministeeriu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aamet@maaamet.e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arjamaa.kovtp.ee/uldinfo" TargetMode="External"/><Relationship Id="rId1" Type="http://schemas.openxmlformats.org/officeDocument/2006/relationships/hyperlink" Target="mailto:marjamaa@marjama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a\Downloads\kirja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E313B-E7B4-4D97-9951-3D043DE3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kirjamall</Template>
  <TotalTime>49</TotalTime>
  <Pages>1</Pages>
  <Words>103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Ott Valdma</cp:lastModifiedBy>
  <cp:revision>8</cp:revision>
  <dcterms:created xsi:type="dcterms:W3CDTF">2023-02-13T06:58:00Z</dcterms:created>
  <dcterms:modified xsi:type="dcterms:W3CDTF">2024-03-25T07:28:00Z</dcterms:modified>
</cp:coreProperties>
</file>